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625" w:rsidRDefault="00430625" w:rsidP="00E64F5E">
      <w:pPr>
        <w:ind w:left="-284" w:right="-421"/>
        <w:rPr>
          <w:rFonts w:ascii="Arial Black" w:hAnsi="Arial Black"/>
          <w:color w:val="354369" w:themeColor="accent6" w:themeShade="BF"/>
          <w:sz w:val="32"/>
          <w:szCs w:val="32"/>
          <w:u w:val="single"/>
        </w:rPr>
      </w:pPr>
    </w:p>
    <w:p w:rsidR="00A549AF" w:rsidRPr="00F44057" w:rsidRDefault="000A69E8" w:rsidP="00E64F5E">
      <w:pPr>
        <w:ind w:left="-284" w:right="-421"/>
        <w:rPr>
          <w:rFonts w:ascii="Arial Black" w:hAnsi="Arial Black"/>
          <w:color w:val="354369" w:themeColor="accent6" w:themeShade="BF"/>
          <w:sz w:val="32"/>
          <w:szCs w:val="32"/>
        </w:rPr>
      </w:pPr>
      <w:r w:rsidRPr="000A69E8">
        <w:rPr>
          <w:rFonts w:ascii="Arial Black" w:hAnsi="Arial Black"/>
          <w:color w:val="354369" w:themeColor="accent6" w:themeShade="BF"/>
          <w:sz w:val="32"/>
          <w:szCs w:val="32"/>
          <w:u w:val="single"/>
        </w:rPr>
        <w:t>Event:</w:t>
      </w:r>
      <w:r w:rsidR="00F44057">
        <w:rPr>
          <w:rFonts w:ascii="Arial Black" w:hAnsi="Arial Black"/>
          <w:color w:val="354369" w:themeColor="accent6" w:themeShade="BF"/>
          <w:sz w:val="32"/>
          <w:szCs w:val="32"/>
        </w:rPr>
        <w:t xml:space="preserve"> </w:t>
      </w:r>
    </w:p>
    <w:p w:rsidR="00A549AF" w:rsidRPr="00A549AF" w:rsidRDefault="00A549AF" w:rsidP="00E64F5E">
      <w:pPr>
        <w:ind w:left="-284" w:right="-421"/>
        <w:rPr>
          <w:rFonts w:ascii="Arial Black" w:hAnsi="Arial Black"/>
          <w:color w:val="354369" w:themeColor="accent6" w:themeShade="BF"/>
          <w:sz w:val="32"/>
          <w:szCs w:val="32"/>
        </w:rPr>
      </w:pPr>
    </w:p>
    <w:p w:rsidR="000A69E8" w:rsidRDefault="00326AC6" w:rsidP="0092350A">
      <w:pPr>
        <w:ind w:left="-284" w:right="-421"/>
        <w:rPr>
          <w:rFonts w:ascii="Arial" w:hAnsi="Arial" w:cs="Arial"/>
          <w:b/>
          <w:bCs/>
          <w:color w:val="354369" w:themeColor="accent6" w:themeShade="BF"/>
          <w:kern w:val="36"/>
          <w:sz w:val="24"/>
          <w:szCs w:val="24"/>
        </w:rPr>
      </w:pPr>
      <w:r w:rsidRPr="000A69E8">
        <w:rPr>
          <w:rFonts w:ascii="Arial Black" w:hAnsi="Arial Black" w:cs="Arial"/>
          <w:b/>
          <w:color w:val="354369" w:themeColor="accent6" w:themeShade="BF"/>
          <w:sz w:val="24"/>
          <w:szCs w:val="24"/>
          <w:u w:val="single"/>
        </w:rPr>
        <w:t>Location</w:t>
      </w:r>
      <w:r w:rsidR="000A69E8">
        <w:rPr>
          <w:rFonts w:ascii="Arial Black" w:hAnsi="Arial Black" w:cs="Arial"/>
          <w:b/>
          <w:color w:val="354369" w:themeColor="accent6" w:themeShade="BF"/>
          <w:sz w:val="24"/>
          <w:szCs w:val="24"/>
          <w:u w:val="single"/>
        </w:rPr>
        <w:t xml:space="preserve"> of event</w:t>
      </w:r>
      <w:r w:rsidRPr="000A69E8">
        <w:rPr>
          <w:rFonts w:ascii="Arial Black" w:hAnsi="Arial Black" w:cs="Arial"/>
          <w:b/>
          <w:color w:val="354369" w:themeColor="accent6" w:themeShade="BF"/>
          <w:sz w:val="24"/>
          <w:szCs w:val="24"/>
          <w:u w:val="single"/>
        </w:rPr>
        <w:t>:</w:t>
      </w:r>
      <w:r w:rsidR="006B371C">
        <w:rPr>
          <w:rFonts w:ascii="Arial" w:hAnsi="Arial" w:cs="Arial"/>
          <w:b/>
          <w:color w:val="354369" w:themeColor="accent6" w:themeShade="BF"/>
          <w:sz w:val="24"/>
          <w:szCs w:val="24"/>
        </w:rPr>
        <w:tab/>
      </w:r>
      <w:r w:rsidR="006B371C">
        <w:rPr>
          <w:rFonts w:ascii="Arial" w:hAnsi="Arial" w:cs="Arial"/>
          <w:b/>
          <w:color w:val="354369" w:themeColor="accent6" w:themeShade="BF"/>
          <w:sz w:val="24"/>
          <w:szCs w:val="24"/>
        </w:rPr>
        <w:tab/>
      </w:r>
      <w:r w:rsidR="006B371C">
        <w:rPr>
          <w:rFonts w:ascii="Arial" w:hAnsi="Arial" w:cs="Arial"/>
          <w:b/>
          <w:color w:val="354369" w:themeColor="accent6" w:themeShade="BF"/>
          <w:sz w:val="24"/>
          <w:szCs w:val="24"/>
        </w:rPr>
        <w:tab/>
      </w:r>
      <w:r w:rsidR="006B371C">
        <w:rPr>
          <w:rFonts w:ascii="Arial" w:hAnsi="Arial" w:cs="Arial"/>
          <w:b/>
          <w:color w:val="354369" w:themeColor="accent6" w:themeShade="BF"/>
          <w:sz w:val="24"/>
          <w:szCs w:val="24"/>
        </w:rPr>
        <w:tab/>
      </w:r>
      <w:r w:rsidR="006B371C">
        <w:rPr>
          <w:rFonts w:ascii="Arial" w:hAnsi="Arial" w:cs="Arial"/>
          <w:b/>
          <w:color w:val="354369" w:themeColor="accent6" w:themeShade="BF"/>
          <w:sz w:val="24"/>
          <w:szCs w:val="24"/>
        </w:rPr>
        <w:tab/>
      </w:r>
      <w:r w:rsidR="006D76D0">
        <w:rPr>
          <w:rFonts w:ascii="Arial" w:hAnsi="Arial" w:cs="Arial"/>
          <w:b/>
          <w:color w:val="354369" w:themeColor="accent6" w:themeShade="BF"/>
          <w:sz w:val="24"/>
          <w:szCs w:val="24"/>
        </w:rPr>
        <w:tab/>
      </w:r>
      <w:r w:rsidR="000A69E8">
        <w:rPr>
          <w:rFonts w:ascii="Arial" w:hAnsi="Arial" w:cs="Arial"/>
          <w:b/>
          <w:bCs/>
          <w:color w:val="354369" w:themeColor="accent6" w:themeShade="BF"/>
          <w:kern w:val="36"/>
          <w:sz w:val="24"/>
          <w:szCs w:val="24"/>
          <w:u w:val="single"/>
        </w:rPr>
        <w:t>Event Date</w:t>
      </w:r>
      <w:r w:rsidR="00296B39" w:rsidRPr="00E4083B">
        <w:rPr>
          <w:rFonts w:ascii="Arial" w:hAnsi="Arial" w:cs="Arial"/>
          <w:b/>
          <w:bCs/>
          <w:color w:val="354369" w:themeColor="accent6" w:themeShade="BF"/>
          <w:kern w:val="36"/>
          <w:sz w:val="24"/>
          <w:szCs w:val="24"/>
          <w:u w:val="single"/>
        </w:rPr>
        <w:t>:</w:t>
      </w:r>
      <w:r w:rsidRPr="002B5756">
        <w:rPr>
          <w:rFonts w:ascii="Arial" w:hAnsi="Arial" w:cs="Arial"/>
          <w:b/>
          <w:bCs/>
          <w:color w:val="354369" w:themeColor="accent6" w:themeShade="BF"/>
          <w:kern w:val="36"/>
          <w:sz w:val="24"/>
          <w:szCs w:val="24"/>
        </w:rPr>
        <w:tab/>
      </w:r>
      <w:bookmarkStart w:id="0" w:name="_GoBack"/>
      <w:bookmarkEnd w:id="0"/>
    </w:p>
    <w:p w:rsidR="0092350A" w:rsidRPr="0092350A" w:rsidRDefault="0092350A" w:rsidP="0092350A">
      <w:pPr>
        <w:ind w:left="-284" w:right="-421"/>
        <w:rPr>
          <w:rFonts w:ascii="Arial" w:hAnsi="Arial" w:cs="Arial"/>
          <w:b/>
          <w:color w:val="354369" w:themeColor="accent6" w:themeShade="BF"/>
          <w:sz w:val="24"/>
          <w:szCs w:val="24"/>
        </w:rPr>
      </w:pPr>
    </w:p>
    <w:p w:rsidR="00296B39" w:rsidRDefault="004D032C" w:rsidP="000A69E8">
      <w:pPr>
        <w:ind w:right="-421" w:firstLine="0"/>
      </w:pPr>
      <w:r>
        <w:t xml:space="preserve">   </w:t>
      </w:r>
    </w:p>
    <w:p w:rsidR="0021495B" w:rsidRPr="000A69E8" w:rsidRDefault="004D032C" w:rsidP="004D032C">
      <w:pPr>
        <w:ind w:left="-284" w:right="-421"/>
        <w:rPr>
          <w:rFonts w:ascii="Arial" w:hAnsi="Arial" w:cs="Arial"/>
          <w:i/>
          <w:sz w:val="32"/>
          <w:szCs w:val="32"/>
        </w:rPr>
      </w:pPr>
      <w:r>
        <w:t xml:space="preserve"> </w:t>
      </w:r>
      <w:r w:rsidR="009C4901">
        <w:tab/>
      </w:r>
      <w:r w:rsidR="006D7599">
        <w:rPr>
          <w:rFonts w:ascii="Arial" w:hAnsi="Arial" w:cs="Arial"/>
          <w:i/>
        </w:rPr>
        <w:t>Print N</w:t>
      </w:r>
      <w:r w:rsidR="009C4901" w:rsidRPr="000A69E8">
        <w:rPr>
          <w:rFonts w:ascii="Arial" w:hAnsi="Arial" w:cs="Arial"/>
          <w:i/>
        </w:rPr>
        <w:t>ame:</w:t>
      </w:r>
      <w:r w:rsidR="0021495B" w:rsidRPr="000A69E8">
        <w:rPr>
          <w:rFonts w:ascii="Arial" w:hAnsi="Arial" w:cs="Arial"/>
          <w:i/>
        </w:rPr>
        <w:tab/>
      </w:r>
      <w:r w:rsidR="0021495B" w:rsidRPr="000A69E8">
        <w:rPr>
          <w:rFonts w:ascii="Arial" w:hAnsi="Arial" w:cs="Arial"/>
          <w:i/>
        </w:rPr>
        <w:tab/>
      </w:r>
      <w:r w:rsidR="0021495B" w:rsidRPr="000A69E8">
        <w:rPr>
          <w:rFonts w:ascii="Arial" w:hAnsi="Arial" w:cs="Arial"/>
          <w:i/>
        </w:rPr>
        <w:tab/>
      </w:r>
      <w:r w:rsidR="009C4901" w:rsidRPr="000A69E8">
        <w:rPr>
          <w:rFonts w:ascii="Arial" w:hAnsi="Arial" w:cs="Arial"/>
          <w:i/>
        </w:rPr>
        <w:tab/>
      </w:r>
      <w:r w:rsidR="006D7599">
        <w:rPr>
          <w:rFonts w:ascii="Arial" w:hAnsi="Arial" w:cs="Arial"/>
          <w:i/>
        </w:rPr>
        <w:t>Company</w:t>
      </w:r>
      <w:r w:rsidR="000A69E8" w:rsidRPr="000A69E8">
        <w:rPr>
          <w:rFonts w:ascii="Arial" w:hAnsi="Arial" w:cs="Arial"/>
          <w:i/>
        </w:rPr>
        <w:t>:</w:t>
      </w:r>
      <w:r w:rsidRPr="000A69E8">
        <w:rPr>
          <w:rFonts w:ascii="Arial" w:hAnsi="Arial" w:cs="Arial"/>
          <w:i/>
        </w:rPr>
        <w:tab/>
      </w:r>
      <w:r w:rsidRPr="000A69E8">
        <w:rPr>
          <w:rFonts w:ascii="Arial" w:hAnsi="Arial" w:cs="Arial"/>
          <w:i/>
        </w:rPr>
        <w:tab/>
        <w:t xml:space="preserve">  </w:t>
      </w:r>
      <w:r w:rsidR="000A69E8" w:rsidRPr="000A69E8">
        <w:rPr>
          <w:rFonts w:ascii="Arial" w:hAnsi="Arial" w:cs="Arial"/>
          <w:i/>
        </w:rPr>
        <w:tab/>
      </w:r>
      <w:r w:rsidR="000A69E8" w:rsidRPr="000A69E8">
        <w:rPr>
          <w:rFonts w:ascii="Arial" w:hAnsi="Arial" w:cs="Arial"/>
          <w:i/>
        </w:rPr>
        <w:tab/>
      </w:r>
      <w:r w:rsidR="006D7599">
        <w:rPr>
          <w:rFonts w:ascii="Arial" w:hAnsi="Arial" w:cs="Arial"/>
          <w:i/>
        </w:rPr>
        <w:t>Signature</w:t>
      </w:r>
      <w:r w:rsidR="000A69E8">
        <w:rPr>
          <w:rFonts w:ascii="Arial" w:hAnsi="Arial" w:cs="Arial"/>
          <w:i/>
        </w:rPr>
        <w:t>:</w:t>
      </w:r>
      <w:r w:rsidRPr="000A69E8">
        <w:rPr>
          <w:rFonts w:ascii="Arial" w:hAnsi="Arial" w:cs="Arial"/>
          <w:i/>
        </w:rPr>
        <w:tab/>
      </w:r>
      <w:r w:rsidRPr="000A69E8">
        <w:rPr>
          <w:rFonts w:ascii="Arial" w:hAnsi="Arial" w:cs="Arial"/>
          <w:i/>
        </w:rPr>
        <w:tab/>
      </w:r>
    </w:p>
    <w:p w:rsidR="0021495B" w:rsidRDefault="0021495B" w:rsidP="0021495B"/>
    <w:p w:rsidR="000A69E8" w:rsidRDefault="000A69E8" w:rsidP="0021495B"/>
    <w:p w:rsidR="004D032C" w:rsidRDefault="0021495B" w:rsidP="0021495B">
      <w:r>
        <w:t>____________________</w:t>
      </w:r>
      <w:r>
        <w:tab/>
      </w:r>
      <w:r w:rsidR="009C4901">
        <w:t xml:space="preserve">  </w:t>
      </w:r>
      <w:r>
        <w:t>_____________</w:t>
      </w:r>
      <w:r w:rsidR="004D032C">
        <w:t>___________________</w:t>
      </w:r>
      <w:r w:rsidR="004D032C">
        <w:tab/>
        <w:t>_</w:t>
      </w:r>
      <w:r w:rsidR="009C4901">
        <w:t>_____________</w:t>
      </w:r>
      <w:r w:rsidR="004D032C">
        <w:t>_____</w:t>
      </w:r>
      <w:r w:rsidR="000A69E8">
        <w:t>____</w:t>
      </w:r>
      <w:r w:rsidR="00E4083B">
        <w:tab/>
      </w:r>
    </w:p>
    <w:p w:rsidR="004D032C" w:rsidRDefault="004D032C" w:rsidP="0021495B"/>
    <w:p w:rsidR="009C4901" w:rsidRDefault="009C4901" w:rsidP="009C4901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21495B" w:rsidRDefault="0021495B" w:rsidP="0021495B"/>
    <w:p w:rsidR="004D032C" w:rsidRDefault="009C4901" w:rsidP="004D032C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0A69E8" w:rsidRDefault="000A69E8" w:rsidP="004D032C"/>
    <w:p w:rsidR="0021495B" w:rsidRDefault="009C4901" w:rsidP="000A69E8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0A69E8" w:rsidRDefault="000A69E8" w:rsidP="000A69E8"/>
    <w:p w:rsidR="004D032C" w:rsidRDefault="009C4901" w:rsidP="004D032C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0A69E8" w:rsidRDefault="000A69E8" w:rsidP="004D032C"/>
    <w:p w:rsidR="004D032C" w:rsidRDefault="009C4901" w:rsidP="004D032C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0A69E8" w:rsidRDefault="003B509D" w:rsidP="003B509D">
      <w:pPr>
        <w:tabs>
          <w:tab w:val="left" w:pos="4088"/>
        </w:tabs>
      </w:pPr>
      <w:r>
        <w:tab/>
      </w:r>
    </w:p>
    <w:p w:rsidR="004D032C" w:rsidRDefault="009C4901" w:rsidP="004D032C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0A69E8" w:rsidRDefault="000A69E8" w:rsidP="004D032C"/>
    <w:p w:rsidR="0021495B" w:rsidRDefault="009C4901" w:rsidP="000A69E8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  <w:r w:rsidR="0021495B">
        <w:tab/>
      </w:r>
      <w:r w:rsidR="0021495B">
        <w:tab/>
      </w:r>
      <w:r w:rsidR="0021495B">
        <w:tab/>
      </w:r>
    </w:p>
    <w:p w:rsidR="009C4901" w:rsidRDefault="009C4901" w:rsidP="009C4901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4D032C" w:rsidRDefault="004D032C" w:rsidP="004D032C"/>
    <w:p w:rsidR="009C4901" w:rsidRDefault="009C4901" w:rsidP="009C4901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4D032C" w:rsidRDefault="004D032C" w:rsidP="004D032C">
      <w:pPr>
        <w:ind w:left="720" w:hanging="720"/>
      </w:pPr>
    </w:p>
    <w:p w:rsidR="004D032C" w:rsidRDefault="009C4901" w:rsidP="004D032C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0A69E8" w:rsidRDefault="000A69E8" w:rsidP="004D032C"/>
    <w:p w:rsidR="004D032C" w:rsidRDefault="009C4901" w:rsidP="000A69E8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  <w:r>
        <w:t xml:space="preserve"> </w:t>
      </w:r>
    </w:p>
    <w:p w:rsidR="000A69E8" w:rsidRDefault="000A69E8" w:rsidP="000A69E8"/>
    <w:p w:rsidR="00296B39" w:rsidRDefault="009C4901" w:rsidP="00296B39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0A69E8" w:rsidRDefault="000A69E8" w:rsidP="00296B39"/>
    <w:p w:rsidR="00054EA2" w:rsidRDefault="00054EA2" w:rsidP="00054EA2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054EA2" w:rsidRDefault="00054EA2" w:rsidP="00296B39"/>
    <w:p w:rsidR="00054EA2" w:rsidRDefault="00054EA2" w:rsidP="00296B39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0A69E8" w:rsidRDefault="000A69E8" w:rsidP="00296B39"/>
    <w:p w:rsidR="00054EA2" w:rsidRDefault="00054EA2" w:rsidP="000A69E8">
      <w:r>
        <w:t>____________________</w:t>
      </w:r>
      <w:r>
        <w:tab/>
        <w:t xml:space="preserve">  ________________________________</w:t>
      </w:r>
      <w:r>
        <w:tab/>
      </w:r>
      <w:r w:rsidR="000A69E8">
        <w:t>_______________________</w:t>
      </w:r>
    </w:p>
    <w:p w:rsidR="00826CB9" w:rsidRDefault="00826CB9" w:rsidP="000A69E8"/>
    <w:p w:rsidR="0021495B" w:rsidRPr="00F44057" w:rsidRDefault="003878FB" w:rsidP="0021495B">
      <w:pPr>
        <w:pStyle w:val="Heading2"/>
        <w:rPr>
          <w:i/>
          <w:color w:val="auto"/>
          <w:u w:val="single"/>
        </w:rPr>
      </w:pPr>
      <w:r w:rsidRPr="000A69E8">
        <w:rPr>
          <w:b/>
          <w:color w:val="auto"/>
        </w:rPr>
        <w:t>Facilitator</w:t>
      </w:r>
      <w:r w:rsidR="0021495B" w:rsidRPr="000A69E8">
        <w:rPr>
          <w:b/>
          <w:color w:val="auto"/>
        </w:rPr>
        <w:t>:</w:t>
      </w:r>
      <w:r w:rsidR="00F44057">
        <w:rPr>
          <w:color w:val="auto"/>
        </w:rPr>
        <w:t xml:space="preserve">  </w:t>
      </w:r>
    </w:p>
    <w:p w:rsidR="004046ED" w:rsidRPr="00054EA2" w:rsidRDefault="00054EA2" w:rsidP="004D032C">
      <w:pPr>
        <w:pStyle w:val="Heading2"/>
        <w:rPr>
          <w:rFonts w:ascii="Arial" w:hAnsi="Arial" w:cs="Arial"/>
          <w:color w:val="auto"/>
          <w:sz w:val="20"/>
        </w:rPr>
      </w:pPr>
      <w:r w:rsidRPr="000A69E8">
        <w:rPr>
          <w:b/>
          <w:color w:val="auto"/>
        </w:rPr>
        <w:t>Date</w:t>
      </w:r>
      <w:r w:rsidR="000A69E8" w:rsidRPr="000A69E8">
        <w:rPr>
          <w:b/>
          <w:color w:val="auto"/>
        </w:rPr>
        <w:t>:</w:t>
      </w:r>
      <w:r w:rsidR="000A69E8" w:rsidRPr="000A69E8">
        <w:rPr>
          <w:b/>
          <w:color w:val="auto"/>
        </w:rPr>
        <w:tab/>
      </w:r>
      <w:r w:rsidR="000A69E8">
        <w:rPr>
          <w:color w:val="auto"/>
        </w:rPr>
        <w:t xml:space="preserve">      </w:t>
      </w:r>
      <w:r w:rsidR="000A69E8">
        <w:rPr>
          <w:color w:val="auto"/>
        </w:rPr>
        <w:softHyphen/>
        <w:t xml:space="preserve">   ________________________________</w:t>
      </w:r>
    </w:p>
    <w:sectPr w:rsidR="004046ED" w:rsidRPr="00054EA2" w:rsidSect="00661B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707" w:bottom="709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901" w:rsidRDefault="009C4901" w:rsidP="00E64F5E">
      <w:r>
        <w:separator/>
      </w:r>
    </w:p>
  </w:endnote>
  <w:endnote w:type="continuationSeparator" w:id="0">
    <w:p w:rsidR="009C4901" w:rsidRDefault="009C4901" w:rsidP="00E6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32" w:rsidRDefault="009E28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01" w:rsidRDefault="000A69E8" w:rsidP="000A69E8">
    <w:pPr>
      <w:spacing w:line="480" w:lineRule="auto"/>
      <w:ind w:firstLine="0"/>
    </w:pPr>
    <w:r w:rsidRPr="00275D96">
      <w:rPr>
        <w:rFonts w:ascii="Arial" w:hAnsi="Arial" w:cs="Arial"/>
        <w:bCs/>
        <w:iCs/>
        <w:sz w:val="16"/>
        <w:szCs w:val="16"/>
      </w:rPr>
      <w:t xml:space="preserve">The </w:t>
    </w:r>
    <w:r w:rsidR="00260EF5">
      <w:rPr>
        <w:rFonts w:ascii="Arial" w:hAnsi="Arial" w:cs="Arial"/>
        <w:bCs/>
        <w:iCs/>
        <w:sz w:val="16"/>
        <w:szCs w:val="16"/>
      </w:rPr>
      <w:t xml:space="preserve">Irish </w:t>
    </w:r>
    <w:proofErr w:type="spellStart"/>
    <w:r w:rsidR="00260EF5">
      <w:rPr>
        <w:rFonts w:ascii="Arial" w:hAnsi="Arial" w:cs="Arial"/>
        <w:bCs/>
        <w:iCs/>
        <w:sz w:val="16"/>
        <w:szCs w:val="16"/>
      </w:rPr>
      <w:t>Medtech</w:t>
    </w:r>
    <w:proofErr w:type="spellEnd"/>
    <w:r w:rsidR="00260EF5">
      <w:rPr>
        <w:rFonts w:ascii="Arial" w:hAnsi="Arial" w:cs="Arial"/>
        <w:bCs/>
        <w:iCs/>
        <w:sz w:val="16"/>
        <w:szCs w:val="16"/>
      </w:rPr>
      <w:t xml:space="preserve"> Association Skillnet</w:t>
    </w:r>
    <w:r>
      <w:rPr>
        <w:rFonts w:ascii="Arial" w:hAnsi="Arial" w:cs="Arial"/>
        <w:bCs/>
        <w:iCs/>
        <w:sz w:val="16"/>
        <w:szCs w:val="16"/>
      </w:rPr>
      <w:t xml:space="preserve"> </w:t>
    </w:r>
    <w:r w:rsidRPr="00275D96">
      <w:rPr>
        <w:rFonts w:ascii="Arial" w:hAnsi="Arial" w:cs="Arial"/>
        <w:bCs/>
        <w:iCs/>
        <w:sz w:val="16"/>
        <w:szCs w:val="16"/>
      </w:rPr>
      <w:t xml:space="preserve">is funded by member companies and the Training Networks Programme, an initiative of </w:t>
    </w:r>
    <w:proofErr w:type="spellStart"/>
    <w:r w:rsidRPr="00275D96">
      <w:rPr>
        <w:rFonts w:ascii="Arial" w:hAnsi="Arial" w:cs="Arial"/>
        <w:bCs/>
        <w:iCs/>
        <w:sz w:val="16"/>
        <w:szCs w:val="16"/>
      </w:rPr>
      <w:t>Skillnets</w:t>
    </w:r>
    <w:proofErr w:type="spellEnd"/>
    <w:r w:rsidR="00260EF5">
      <w:rPr>
        <w:rFonts w:ascii="Arial" w:hAnsi="Arial" w:cs="Arial"/>
        <w:bCs/>
        <w:iCs/>
        <w:sz w:val="16"/>
        <w:szCs w:val="16"/>
      </w:rPr>
      <w:t xml:space="preserve"> </w:t>
    </w:r>
    <w:r w:rsidRPr="00275D96">
      <w:rPr>
        <w:rFonts w:ascii="Arial" w:hAnsi="Arial" w:cs="Arial"/>
        <w:bCs/>
        <w:iCs/>
        <w:sz w:val="16"/>
        <w:szCs w:val="16"/>
      </w:rPr>
      <w:t>funded from the National Training Fund through the Department of Education and Skills.</w:t>
    </w:r>
    <w:r>
      <w:rPr>
        <w:rFonts w:ascii="Arial" w:hAnsi="Arial" w:cs="Arial"/>
        <w:bCs/>
        <w:iCs/>
        <w:sz w:val="16"/>
        <w:szCs w:val="16"/>
      </w:rPr>
      <w:t xml:space="preserve"> </w:t>
    </w:r>
    <w:r>
      <w:rPr>
        <w:rFonts w:ascii="Arial" w:hAnsi="Arial" w:cs="Arial"/>
        <w:bCs/>
        <w:iCs/>
        <w:sz w:val="16"/>
        <w:szCs w:val="16"/>
      </w:rPr>
      <w:tab/>
    </w:r>
    <w:r>
      <w:rPr>
        <w:rFonts w:ascii="Arial" w:hAnsi="Arial" w:cs="Arial"/>
        <w:bCs/>
        <w:iCs/>
        <w:sz w:val="16"/>
        <w:szCs w:val="16"/>
      </w:rPr>
      <w:tab/>
    </w:r>
    <w:r>
      <w:rPr>
        <w:rFonts w:ascii="Arial" w:hAnsi="Arial" w:cs="Arial"/>
        <w:bCs/>
        <w:iCs/>
        <w:sz w:val="16"/>
        <w:szCs w:val="16"/>
      </w:rPr>
      <w:tab/>
    </w:r>
    <w:r w:rsidR="00260EF5">
      <w:rPr>
        <w:rFonts w:ascii="Arial" w:hAnsi="Arial" w:cs="Arial"/>
        <w:bCs/>
        <w:iCs/>
        <w:sz w:val="16"/>
        <w:szCs w:val="16"/>
      </w:rPr>
      <w:t>www.irishmedtechskilnet.ie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32" w:rsidRDefault="009E2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901" w:rsidRDefault="009C4901" w:rsidP="00E64F5E">
      <w:r>
        <w:separator/>
      </w:r>
    </w:p>
  </w:footnote>
  <w:footnote w:type="continuationSeparator" w:id="0">
    <w:p w:rsidR="009C4901" w:rsidRDefault="009C4901" w:rsidP="00E64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32" w:rsidRDefault="009E28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142" w:rsidRPr="000530C2" w:rsidRDefault="00187142" w:rsidP="00187142">
    <w:pPr>
      <w:pStyle w:val="Header"/>
      <w:jc w:val="center"/>
      <w:rPr>
        <w:lang w:val="en-IE"/>
      </w:rPr>
    </w:pPr>
    <w:r>
      <w:rPr>
        <w:noProof/>
        <w:lang w:val="en-IE" w:eastAsia="en-I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5682615</wp:posOffset>
              </wp:positionH>
              <wp:positionV relativeFrom="paragraph">
                <wp:posOffset>128270</wp:posOffset>
              </wp:positionV>
              <wp:extent cx="979805" cy="292735"/>
              <wp:effectExtent l="12700" t="10795" r="7620" b="10795"/>
              <wp:wrapThrough wrapText="bothSides">
                <wp:wrapPolygon edited="0">
                  <wp:start x="-210" y="0"/>
                  <wp:lineTo x="-210" y="20897"/>
                  <wp:lineTo x="21810" y="20897"/>
                  <wp:lineTo x="21810" y="0"/>
                  <wp:lineTo x="-210" y="0"/>
                </wp:wrapPolygon>
              </wp:wrapThrough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292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142" w:rsidRPr="00C159E8" w:rsidRDefault="00187142" w:rsidP="00187142">
                          <w:pPr>
                            <w:rPr>
                              <w:rFonts w:ascii="Arial Black" w:hAnsi="Arial Black"/>
                              <w:color w:val="BFBFB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47.45pt;margin-top:10.1pt;width:77.15pt;height: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" strokecolor="white">
              <v:textbox>
                <w:txbxContent>
                  <w:p w:rsidR="00187142" w:rsidRPr="00C159E8" w:rsidRDefault="00187142" w:rsidP="00187142">
                    <w:pPr>
                      <w:rPr>
                        <w:rFonts w:ascii="Arial Black" w:hAnsi="Arial Black"/>
                        <w:color w:val="BFBFBF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B509D" w:rsidRPr="003B509D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="009E2832" w:rsidRPr="009E2832">
      <w:rPr>
        <w:rFonts w:ascii="Times New Roman" w:eastAsia="Times New Roman" w:hAnsi="Times New Roman" w:cs="Times New Roman"/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en-IE" w:eastAsia="en-IE" w:bidi="ar-SA"/>
      </w:rPr>
      <w:drawing>
        <wp:inline distT="0" distB="0" distL="0" distR="0" wp14:anchorId="796BB92B" wp14:editId="34AB95AA">
          <wp:extent cx="3144781" cy="1242696"/>
          <wp:effectExtent l="0" t="0" r="0" b="0"/>
          <wp:docPr id="4105" name="Picture 11" descr="M:\imda\Michelle Life Sciences Skillnet\Logos\New IMA Skillnet Logos\Guide_IMTA_logo_skilln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5" name="Picture 11" descr="M:\imda\Michelle Life Sciences Skillnet\Logos\New IMA Skillnet Logos\Guide_IMTA_logo_skillne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4781" cy="12426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9C4901" w:rsidRDefault="009C4901" w:rsidP="00514F9C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32" w:rsidRDefault="009E28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43"/>
    <w:rsid w:val="00012A6B"/>
    <w:rsid w:val="00054EA2"/>
    <w:rsid w:val="00066E78"/>
    <w:rsid w:val="000A19CD"/>
    <w:rsid w:val="000A69E8"/>
    <w:rsid w:val="000D362A"/>
    <w:rsid w:val="00120185"/>
    <w:rsid w:val="00140AA5"/>
    <w:rsid w:val="00177E66"/>
    <w:rsid w:val="00185C33"/>
    <w:rsid w:val="00187142"/>
    <w:rsid w:val="0021495B"/>
    <w:rsid w:val="00246A58"/>
    <w:rsid w:val="0026051C"/>
    <w:rsid w:val="00260EF5"/>
    <w:rsid w:val="002671A2"/>
    <w:rsid w:val="0027329A"/>
    <w:rsid w:val="00296B39"/>
    <w:rsid w:val="002B5756"/>
    <w:rsid w:val="002E3CDD"/>
    <w:rsid w:val="00326129"/>
    <w:rsid w:val="00326AC6"/>
    <w:rsid w:val="00336DA0"/>
    <w:rsid w:val="00342144"/>
    <w:rsid w:val="00366037"/>
    <w:rsid w:val="003710FE"/>
    <w:rsid w:val="003776C4"/>
    <w:rsid w:val="003878FB"/>
    <w:rsid w:val="003A1A5F"/>
    <w:rsid w:val="003B509D"/>
    <w:rsid w:val="003D1143"/>
    <w:rsid w:val="004046ED"/>
    <w:rsid w:val="00410789"/>
    <w:rsid w:val="00430625"/>
    <w:rsid w:val="00432926"/>
    <w:rsid w:val="004775FB"/>
    <w:rsid w:val="00485666"/>
    <w:rsid w:val="004D032C"/>
    <w:rsid w:val="004F23A1"/>
    <w:rsid w:val="00514F9C"/>
    <w:rsid w:val="00525A55"/>
    <w:rsid w:val="00535859"/>
    <w:rsid w:val="00556C8A"/>
    <w:rsid w:val="0057176B"/>
    <w:rsid w:val="0057604F"/>
    <w:rsid w:val="00594048"/>
    <w:rsid w:val="005D62D3"/>
    <w:rsid w:val="005F4026"/>
    <w:rsid w:val="0062792F"/>
    <w:rsid w:val="00650EDA"/>
    <w:rsid w:val="00661B58"/>
    <w:rsid w:val="006728DE"/>
    <w:rsid w:val="00684337"/>
    <w:rsid w:val="0068755B"/>
    <w:rsid w:val="006A0C71"/>
    <w:rsid w:val="006B371C"/>
    <w:rsid w:val="006C097D"/>
    <w:rsid w:val="006D7599"/>
    <w:rsid w:val="006D76D0"/>
    <w:rsid w:val="00710F05"/>
    <w:rsid w:val="00721416"/>
    <w:rsid w:val="00741DB7"/>
    <w:rsid w:val="00745D6A"/>
    <w:rsid w:val="00772905"/>
    <w:rsid w:val="007C5027"/>
    <w:rsid w:val="007E7463"/>
    <w:rsid w:val="00804441"/>
    <w:rsid w:val="00805A9F"/>
    <w:rsid w:val="0082541D"/>
    <w:rsid w:val="00826CB9"/>
    <w:rsid w:val="00836649"/>
    <w:rsid w:val="00851F93"/>
    <w:rsid w:val="00875610"/>
    <w:rsid w:val="00904862"/>
    <w:rsid w:val="0092350A"/>
    <w:rsid w:val="0092367C"/>
    <w:rsid w:val="00946A73"/>
    <w:rsid w:val="00963EC7"/>
    <w:rsid w:val="009726C8"/>
    <w:rsid w:val="00990947"/>
    <w:rsid w:val="009A0452"/>
    <w:rsid w:val="009B350D"/>
    <w:rsid w:val="009C4901"/>
    <w:rsid w:val="009E2832"/>
    <w:rsid w:val="009E31EE"/>
    <w:rsid w:val="00A24874"/>
    <w:rsid w:val="00A26980"/>
    <w:rsid w:val="00A549AF"/>
    <w:rsid w:val="00A70004"/>
    <w:rsid w:val="00A77B35"/>
    <w:rsid w:val="00A82E9A"/>
    <w:rsid w:val="00A86F43"/>
    <w:rsid w:val="00AF5640"/>
    <w:rsid w:val="00B23901"/>
    <w:rsid w:val="00B432DF"/>
    <w:rsid w:val="00BC2CB4"/>
    <w:rsid w:val="00BD28E2"/>
    <w:rsid w:val="00BF3CE2"/>
    <w:rsid w:val="00C020F2"/>
    <w:rsid w:val="00C05DEC"/>
    <w:rsid w:val="00CA0D7D"/>
    <w:rsid w:val="00CE5263"/>
    <w:rsid w:val="00D60CD4"/>
    <w:rsid w:val="00D92DF3"/>
    <w:rsid w:val="00DA29FE"/>
    <w:rsid w:val="00DE274B"/>
    <w:rsid w:val="00E1756D"/>
    <w:rsid w:val="00E4083B"/>
    <w:rsid w:val="00E64F5E"/>
    <w:rsid w:val="00E75492"/>
    <w:rsid w:val="00ED5945"/>
    <w:rsid w:val="00ED775A"/>
    <w:rsid w:val="00EE41A5"/>
    <w:rsid w:val="00F069FB"/>
    <w:rsid w:val="00F1510D"/>
    <w:rsid w:val="00F23E56"/>
    <w:rsid w:val="00F344E3"/>
    <w:rsid w:val="00F34F4A"/>
    <w:rsid w:val="00F4264B"/>
    <w:rsid w:val="00F44057"/>
    <w:rsid w:val="00F46A42"/>
    <w:rsid w:val="00F47436"/>
    <w:rsid w:val="00F56713"/>
    <w:rsid w:val="00F62E0E"/>
    <w:rsid w:val="00FD6A23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0FE"/>
  </w:style>
  <w:style w:type="paragraph" w:styleId="Heading1">
    <w:name w:val="heading 1"/>
    <w:basedOn w:val="Normal"/>
    <w:next w:val="Normal"/>
    <w:link w:val="Heading1Char"/>
    <w:uiPriority w:val="9"/>
    <w:qFormat/>
    <w:rsid w:val="003710FE"/>
    <w:pPr>
      <w:pBdr>
        <w:bottom w:val="single" w:sz="12" w:space="1" w:color="2A6C7D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10FE"/>
    <w:pPr>
      <w:pBdr>
        <w:bottom w:val="single" w:sz="8" w:space="1" w:color="3891A7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10FE"/>
    <w:pPr>
      <w:pBdr>
        <w:bottom w:val="single" w:sz="4" w:space="1" w:color="7DC2D3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10FE"/>
    <w:pPr>
      <w:pBdr>
        <w:bottom w:val="single" w:sz="4" w:space="2" w:color="A8D6E2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0F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3891A7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10F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3891A7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0F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10F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0F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F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F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E64F5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4F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F5E"/>
  </w:style>
  <w:style w:type="paragraph" w:styleId="Footer">
    <w:name w:val="footer"/>
    <w:basedOn w:val="Normal"/>
    <w:link w:val="FooterChar"/>
    <w:uiPriority w:val="99"/>
    <w:unhideWhenUsed/>
    <w:rsid w:val="00E64F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F5E"/>
  </w:style>
  <w:style w:type="character" w:customStyle="1" w:styleId="Heading1Char">
    <w:name w:val="Heading 1 Char"/>
    <w:basedOn w:val="DefaultParagraphFont"/>
    <w:link w:val="Heading1"/>
    <w:uiPriority w:val="9"/>
    <w:rsid w:val="003710FE"/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710FE"/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0FE"/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10FE"/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0FE"/>
    <w:rPr>
      <w:rFonts w:asciiTheme="majorHAnsi" w:eastAsiaTheme="majorEastAsia" w:hAnsiTheme="majorHAnsi" w:cstheme="majorBidi"/>
      <w:color w:val="3891A7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10FE"/>
    <w:rPr>
      <w:rFonts w:asciiTheme="majorHAnsi" w:eastAsiaTheme="majorEastAsia" w:hAnsiTheme="majorHAnsi" w:cstheme="majorBidi"/>
      <w:i/>
      <w:iCs/>
      <w:color w:val="3891A7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0FE"/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10FE"/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10FE"/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10FE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710FE"/>
    <w:pPr>
      <w:pBdr>
        <w:top w:val="single" w:sz="8" w:space="10" w:color="93CCDB" w:themeColor="accent1" w:themeTint="7F"/>
        <w:bottom w:val="single" w:sz="24" w:space="15" w:color="C32D2E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710FE"/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10F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10FE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710FE"/>
    <w:rPr>
      <w:b/>
      <w:bCs/>
      <w:spacing w:val="0"/>
    </w:rPr>
  </w:style>
  <w:style w:type="character" w:styleId="Emphasis">
    <w:name w:val="Emphasis"/>
    <w:uiPriority w:val="20"/>
    <w:qFormat/>
    <w:rsid w:val="003710FE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710FE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710FE"/>
  </w:style>
  <w:style w:type="paragraph" w:styleId="ListParagraph">
    <w:name w:val="List Paragraph"/>
    <w:basedOn w:val="Normal"/>
    <w:uiPriority w:val="34"/>
    <w:qFormat/>
    <w:rsid w:val="003710F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10F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710F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10FE"/>
    <w:pPr>
      <w:pBdr>
        <w:top w:val="single" w:sz="12" w:space="10" w:color="A8D6E2" w:themeColor="accent1" w:themeTint="66"/>
        <w:left w:val="single" w:sz="36" w:space="4" w:color="3891A7" w:themeColor="accent1"/>
        <w:bottom w:val="single" w:sz="24" w:space="10" w:color="C32D2E" w:themeColor="accent3"/>
        <w:right w:val="single" w:sz="36" w:space="4" w:color="3891A7" w:themeColor="accent1"/>
      </w:pBdr>
      <w:shd w:val="clear" w:color="auto" w:fill="3891A7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10F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3891A7" w:themeFill="accent1"/>
    </w:rPr>
  </w:style>
  <w:style w:type="character" w:styleId="SubtleEmphasis">
    <w:name w:val="Subtle Emphasis"/>
    <w:uiPriority w:val="19"/>
    <w:qFormat/>
    <w:rsid w:val="003710FE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710FE"/>
    <w:rPr>
      <w:b/>
      <w:bCs/>
      <w:i/>
      <w:iCs/>
      <w:color w:val="3891A7" w:themeColor="accent1"/>
      <w:sz w:val="22"/>
      <w:szCs w:val="22"/>
    </w:rPr>
  </w:style>
  <w:style w:type="character" w:styleId="SubtleReference">
    <w:name w:val="Subtle Reference"/>
    <w:uiPriority w:val="31"/>
    <w:qFormat/>
    <w:rsid w:val="003710FE"/>
    <w:rPr>
      <w:color w:val="auto"/>
      <w:u w:val="single" w:color="C32D2E" w:themeColor="accent3"/>
    </w:rPr>
  </w:style>
  <w:style w:type="character" w:styleId="IntenseReference">
    <w:name w:val="Intense Reference"/>
    <w:basedOn w:val="DefaultParagraphFont"/>
    <w:uiPriority w:val="32"/>
    <w:qFormat/>
    <w:rsid w:val="003710FE"/>
    <w:rPr>
      <w:b/>
      <w:bCs/>
      <w:color w:val="912122" w:themeColor="accent3" w:themeShade="BF"/>
      <w:u w:val="single" w:color="C32D2E" w:themeColor="accent3"/>
    </w:rPr>
  </w:style>
  <w:style w:type="character" w:styleId="BookTitle">
    <w:name w:val="Book Title"/>
    <w:basedOn w:val="DefaultParagraphFont"/>
    <w:uiPriority w:val="33"/>
    <w:qFormat/>
    <w:rsid w:val="003710F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10FE"/>
    <w:pPr>
      <w:outlineLvl w:val="9"/>
    </w:pPr>
  </w:style>
  <w:style w:type="paragraph" w:customStyle="1" w:styleId="Default">
    <w:name w:val="Default"/>
    <w:rsid w:val="0021495B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0FE"/>
  </w:style>
  <w:style w:type="paragraph" w:styleId="Heading1">
    <w:name w:val="heading 1"/>
    <w:basedOn w:val="Normal"/>
    <w:next w:val="Normal"/>
    <w:link w:val="Heading1Char"/>
    <w:uiPriority w:val="9"/>
    <w:qFormat/>
    <w:rsid w:val="003710FE"/>
    <w:pPr>
      <w:pBdr>
        <w:bottom w:val="single" w:sz="12" w:space="1" w:color="2A6C7D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10FE"/>
    <w:pPr>
      <w:pBdr>
        <w:bottom w:val="single" w:sz="8" w:space="1" w:color="3891A7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10FE"/>
    <w:pPr>
      <w:pBdr>
        <w:bottom w:val="single" w:sz="4" w:space="1" w:color="7DC2D3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10FE"/>
    <w:pPr>
      <w:pBdr>
        <w:bottom w:val="single" w:sz="4" w:space="2" w:color="A8D6E2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0F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3891A7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10F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3891A7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0F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10F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0F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F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F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E64F5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4F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F5E"/>
  </w:style>
  <w:style w:type="paragraph" w:styleId="Footer">
    <w:name w:val="footer"/>
    <w:basedOn w:val="Normal"/>
    <w:link w:val="FooterChar"/>
    <w:uiPriority w:val="99"/>
    <w:unhideWhenUsed/>
    <w:rsid w:val="00E64F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F5E"/>
  </w:style>
  <w:style w:type="character" w:customStyle="1" w:styleId="Heading1Char">
    <w:name w:val="Heading 1 Char"/>
    <w:basedOn w:val="DefaultParagraphFont"/>
    <w:link w:val="Heading1"/>
    <w:uiPriority w:val="9"/>
    <w:rsid w:val="003710FE"/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710FE"/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0FE"/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10FE"/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0FE"/>
    <w:rPr>
      <w:rFonts w:asciiTheme="majorHAnsi" w:eastAsiaTheme="majorEastAsia" w:hAnsiTheme="majorHAnsi" w:cstheme="majorBidi"/>
      <w:color w:val="3891A7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10FE"/>
    <w:rPr>
      <w:rFonts w:asciiTheme="majorHAnsi" w:eastAsiaTheme="majorEastAsia" w:hAnsiTheme="majorHAnsi" w:cstheme="majorBidi"/>
      <w:i/>
      <w:iCs/>
      <w:color w:val="3891A7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0FE"/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10FE"/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10FE"/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10FE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710FE"/>
    <w:pPr>
      <w:pBdr>
        <w:top w:val="single" w:sz="8" w:space="10" w:color="93CCDB" w:themeColor="accent1" w:themeTint="7F"/>
        <w:bottom w:val="single" w:sz="24" w:space="15" w:color="C32D2E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710FE"/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10F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10FE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710FE"/>
    <w:rPr>
      <w:b/>
      <w:bCs/>
      <w:spacing w:val="0"/>
    </w:rPr>
  </w:style>
  <w:style w:type="character" w:styleId="Emphasis">
    <w:name w:val="Emphasis"/>
    <w:uiPriority w:val="20"/>
    <w:qFormat/>
    <w:rsid w:val="003710FE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710FE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710FE"/>
  </w:style>
  <w:style w:type="paragraph" w:styleId="ListParagraph">
    <w:name w:val="List Paragraph"/>
    <w:basedOn w:val="Normal"/>
    <w:uiPriority w:val="34"/>
    <w:qFormat/>
    <w:rsid w:val="003710F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10F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710F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10FE"/>
    <w:pPr>
      <w:pBdr>
        <w:top w:val="single" w:sz="12" w:space="10" w:color="A8D6E2" w:themeColor="accent1" w:themeTint="66"/>
        <w:left w:val="single" w:sz="36" w:space="4" w:color="3891A7" w:themeColor="accent1"/>
        <w:bottom w:val="single" w:sz="24" w:space="10" w:color="C32D2E" w:themeColor="accent3"/>
        <w:right w:val="single" w:sz="36" w:space="4" w:color="3891A7" w:themeColor="accent1"/>
      </w:pBdr>
      <w:shd w:val="clear" w:color="auto" w:fill="3891A7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10F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3891A7" w:themeFill="accent1"/>
    </w:rPr>
  </w:style>
  <w:style w:type="character" w:styleId="SubtleEmphasis">
    <w:name w:val="Subtle Emphasis"/>
    <w:uiPriority w:val="19"/>
    <w:qFormat/>
    <w:rsid w:val="003710FE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710FE"/>
    <w:rPr>
      <w:b/>
      <w:bCs/>
      <w:i/>
      <w:iCs/>
      <w:color w:val="3891A7" w:themeColor="accent1"/>
      <w:sz w:val="22"/>
      <w:szCs w:val="22"/>
    </w:rPr>
  </w:style>
  <w:style w:type="character" w:styleId="SubtleReference">
    <w:name w:val="Subtle Reference"/>
    <w:uiPriority w:val="31"/>
    <w:qFormat/>
    <w:rsid w:val="003710FE"/>
    <w:rPr>
      <w:color w:val="auto"/>
      <w:u w:val="single" w:color="C32D2E" w:themeColor="accent3"/>
    </w:rPr>
  </w:style>
  <w:style w:type="character" w:styleId="IntenseReference">
    <w:name w:val="Intense Reference"/>
    <w:basedOn w:val="DefaultParagraphFont"/>
    <w:uiPriority w:val="32"/>
    <w:qFormat/>
    <w:rsid w:val="003710FE"/>
    <w:rPr>
      <w:b/>
      <w:bCs/>
      <w:color w:val="912122" w:themeColor="accent3" w:themeShade="BF"/>
      <w:u w:val="single" w:color="C32D2E" w:themeColor="accent3"/>
    </w:rPr>
  </w:style>
  <w:style w:type="character" w:styleId="BookTitle">
    <w:name w:val="Book Title"/>
    <w:basedOn w:val="DefaultParagraphFont"/>
    <w:uiPriority w:val="33"/>
    <w:qFormat/>
    <w:rsid w:val="003710F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10FE"/>
    <w:pPr>
      <w:outlineLvl w:val="9"/>
    </w:pPr>
  </w:style>
  <w:style w:type="paragraph" w:customStyle="1" w:styleId="Default">
    <w:name w:val="Default"/>
    <w:rsid w:val="0021495B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781062">
      <w:bodyDiv w:val="1"/>
      <w:marLeft w:val="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87071">
          <w:marLeft w:val="0"/>
          <w:marRight w:val="0"/>
          <w:marTop w:val="0"/>
          <w:marBottom w:val="120"/>
          <w:divBdr>
            <w:top w:val="single" w:sz="2" w:space="0" w:color="08AA9D"/>
            <w:left w:val="single" w:sz="2" w:space="0" w:color="08AA9D"/>
            <w:bottom w:val="single" w:sz="2" w:space="0" w:color="08AA9D"/>
            <w:right w:val="single" w:sz="2" w:space="0" w:color="08AA9D"/>
          </w:divBdr>
          <w:divsChild>
            <w:div w:id="134447031">
              <w:marLeft w:val="0"/>
              <w:marRight w:val="0"/>
              <w:marTop w:val="0"/>
              <w:marBottom w:val="0"/>
              <w:divBdr>
                <w:top w:val="single" w:sz="2" w:space="0" w:color="08AA9D"/>
                <w:left w:val="single" w:sz="2" w:space="0" w:color="08AA9D"/>
                <w:bottom w:val="single" w:sz="2" w:space="0" w:color="08AA9D"/>
                <w:right w:val="single" w:sz="2" w:space="0" w:color="08AA9D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olstic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Solstice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55000"/>
              </a:schemeClr>
            </a:gs>
            <a:gs pos="40000">
              <a:schemeClr val="phClr">
                <a:tint val="85000"/>
                <a:satMod val="320000"/>
              </a:schemeClr>
            </a:gs>
            <a:gs pos="100000">
              <a:schemeClr val="phClr">
                <a:shade val="55000"/>
                <a:satMod val="300000"/>
              </a:schemeClr>
            </a:gs>
          </a:gsLst>
          <a:path path="circle">
            <a:fillToRect l="-24500" t="-20000" r="124500" b="12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"/>
                <a:satMod val="300000"/>
              </a:schemeClr>
              <a:schemeClr val="phClr">
                <a:tint val="90000"/>
                <a:satMod val="225000"/>
              </a:schemeClr>
            </a:duotone>
          </a:blip>
          <a:tile tx="0" ty="0" sx="90000" sy="90000" flip="x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A6AF8-271A-421D-9681-5D1B06E5F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C054849B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IBEC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Ó Faoláin</dc:creator>
  <cp:lastModifiedBy>Michelle Reinecke-Quain</cp:lastModifiedBy>
  <cp:revision>3</cp:revision>
  <cp:lastPrinted>2016-10-25T15:11:00Z</cp:lastPrinted>
  <dcterms:created xsi:type="dcterms:W3CDTF">2016-10-19T10:58:00Z</dcterms:created>
  <dcterms:modified xsi:type="dcterms:W3CDTF">2016-10-25T15:11:00Z</dcterms:modified>
</cp:coreProperties>
</file>